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B2" w:rsidRDefault="000827B2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0827B2" w:rsidRPr="0075294B" w:rsidRDefault="000827B2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September 20 – September 24,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0827B2" w:rsidRPr="00DC5DB3" w:rsidRDefault="000827B2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0827B2" w:rsidRPr="008F19DB" w:rsidTr="007F4E13">
        <w:trPr>
          <w:trHeight w:val="953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9/20</w:t>
            </w:r>
          </w:p>
        </w:tc>
        <w:tc>
          <w:tcPr>
            <w:tcW w:w="3150" w:type="dxa"/>
          </w:tcPr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increase their knowledge of other cultures and connect common elements to other cultures.</w:t>
            </w:r>
          </w:p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literary elements in fictional accounts</w:t>
            </w:r>
          </w:p>
          <w:p w:rsidR="000827B2" w:rsidRPr="00A928A5" w:rsidRDefault="000827B2" w:rsidP="00C4550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express and support responses to the text.</w:t>
            </w:r>
          </w:p>
        </w:tc>
        <w:tc>
          <w:tcPr>
            <w:tcW w:w="3870" w:type="dxa"/>
          </w:tcPr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QuickWrite: Describe someone who has “bragging rights.”</w:t>
            </w:r>
          </w:p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read/analyze </w:t>
            </w:r>
            <w:r w:rsidRPr="00C4550E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827B2" w:rsidRPr="008F19DB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review the ingredients of a boast and compare/contrast Beowulf’s boast to Unferth’s.</w:t>
            </w:r>
          </w:p>
        </w:tc>
        <w:tc>
          <w:tcPr>
            <w:tcW w:w="3690" w:type="dxa"/>
          </w:tcPr>
          <w:p w:rsidR="000827B2" w:rsidRDefault="000827B2" w:rsidP="00C455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0827B2" w:rsidRDefault="000827B2" w:rsidP="00C4550E">
            <w:pPr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Boast – (S)</w:t>
            </w: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Pr="00B27929" w:rsidRDefault="000827B2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0827B2" w:rsidRPr="008F19DB" w:rsidRDefault="000827B2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BA6ADB">
              <w:rPr>
                <w:rFonts w:ascii="Arial" w:hAnsi="Arial" w:cs="Arial"/>
                <w:i/>
                <w:sz w:val="18"/>
                <w:szCs w:val="18"/>
              </w:rPr>
              <w:t xml:space="preserve">Beowulf </w:t>
            </w:r>
            <w:r>
              <w:rPr>
                <w:rFonts w:ascii="Arial" w:hAnsi="Arial" w:cs="Arial"/>
                <w:sz w:val="18"/>
                <w:szCs w:val="18"/>
              </w:rPr>
              <w:t>performance in Old English and accompanied by music by Benjamin Bagby.</w:t>
            </w: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9/21</w:t>
            </w:r>
          </w:p>
        </w:tc>
        <w:tc>
          <w:tcPr>
            <w:tcW w:w="3150" w:type="dxa"/>
          </w:tcPr>
          <w:p w:rsidR="000827B2" w:rsidRPr="008F19DB" w:rsidRDefault="000827B2" w:rsidP="00203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learn about elements of the epic genre by reading excerpts from the epic poem, </w:t>
            </w:r>
            <w:r w:rsidRPr="00C4550E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-What does it mean “to do or die?” Describe a person who lives by this philosophy.</w:t>
            </w:r>
          </w:p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-The teacher will supplement study and reading of </w:t>
            </w:r>
            <w:r w:rsidRPr="0032746D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 xml:space="preserve"> with the idea of comitatus.</w:t>
            </w:r>
          </w:p>
          <w:p w:rsidR="000827B2" w:rsidRPr="008F19DB" w:rsidRDefault="000827B2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write a boast in the manner of epic tradition as a project.</w:t>
            </w: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0827B2" w:rsidRDefault="000827B2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0827B2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9/22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0827B2" w:rsidRPr="008F19DB" w:rsidRDefault="000827B2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evaluate the philosophical, political, religious, ethical, and social influences of the time period.</w:t>
            </w:r>
          </w:p>
        </w:tc>
        <w:tc>
          <w:tcPr>
            <w:tcW w:w="3870" w:type="dxa"/>
          </w:tcPr>
          <w:p w:rsidR="000827B2" w:rsidRDefault="000827B2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QuickWrite:Is it easy or difficult to relate to the character of Beowulf? How do his heroic qualities affect your reaction to him?</w:t>
            </w:r>
          </w:p>
          <w:p w:rsidR="000827B2" w:rsidRDefault="000827B2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Conclude the study of </w:t>
            </w:r>
            <w:r w:rsidRPr="0032746D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0827B2" w:rsidRPr="008F19DB" w:rsidRDefault="000827B2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-Ticket out the Door</w:t>
            </w: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0827B2" w:rsidRPr="008F19DB" w:rsidRDefault="000827B2" w:rsidP="000D5C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Boast DUE – (S)</w:t>
            </w:r>
          </w:p>
        </w:tc>
        <w:tc>
          <w:tcPr>
            <w:tcW w:w="3150" w:type="dxa"/>
          </w:tcPr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9/23</w:t>
            </w:r>
          </w:p>
        </w:tc>
        <w:tc>
          <w:tcPr>
            <w:tcW w:w="3150" w:type="dxa"/>
          </w:tcPr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after reading understanding and interpretation of both fiction and non-fiction text.</w:t>
            </w:r>
          </w:p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-Summarize a text as a whole and identify key details and events.</w:t>
            </w:r>
          </w:p>
          <w:p w:rsidR="000827B2" w:rsidRPr="008F19DB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827B2" w:rsidRDefault="000827B2" w:rsidP="00971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QuickWrite: How might Grendel tell the story of </w:t>
            </w:r>
            <w:r w:rsidRPr="00BA6ADB">
              <w:rPr>
                <w:rFonts w:ascii="Arial" w:hAnsi="Arial" w:cs="Arial"/>
                <w:i/>
                <w:sz w:val="18"/>
                <w:szCs w:val="18"/>
              </w:rPr>
              <w:t>Beowulf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0827B2" w:rsidRDefault="000827B2" w:rsidP="00BA6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-Read an excerpt from </w:t>
            </w:r>
            <w:r w:rsidRPr="0032746D">
              <w:rPr>
                <w:rFonts w:ascii="Arial" w:hAnsi="Arial" w:cs="Arial"/>
                <w:sz w:val="18"/>
                <w:szCs w:val="18"/>
                <w:u w:val="single"/>
              </w:rPr>
              <w:t>Grendel</w:t>
            </w:r>
            <w:r>
              <w:rPr>
                <w:rFonts w:ascii="Arial" w:hAnsi="Arial" w:cs="Arial"/>
                <w:sz w:val="18"/>
                <w:szCs w:val="18"/>
              </w:rPr>
              <w:t xml:space="preserve"> by John Gardner.</w:t>
            </w:r>
          </w:p>
          <w:p w:rsidR="000827B2" w:rsidRPr="008F19DB" w:rsidRDefault="000827B2" w:rsidP="00BA6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-Introduce Bede and </w:t>
            </w:r>
            <w:r w:rsidRPr="00BA6ADB">
              <w:rPr>
                <w:rFonts w:ascii="Arial" w:hAnsi="Arial" w:cs="Arial"/>
                <w:i/>
                <w:sz w:val="18"/>
                <w:szCs w:val="18"/>
              </w:rPr>
              <w:t>History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690" w:type="dxa"/>
          </w:tcPr>
          <w:p w:rsidR="000827B2" w:rsidRDefault="000827B2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QuickWrite – (F)</w:t>
            </w:r>
          </w:p>
          <w:p w:rsidR="000827B2" w:rsidRPr="008F19DB" w:rsidRDefault="000827B2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</w:tc>
        <w:tc>
          <w:tcPr>
            <w:tcW w:w="3150" w:type="dxa"/>
          </w:tcPr>
          <w:p w:rsidR="000827B2" w:rsidRPr="008F19DB" w:rsidRDefault="000827B2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827B2" w:rsidRPr="008F19DB" w:rsidTr="007F4E13">
        <w:trPr>
          <w:trHeight w:val="980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0827B2" w:rsidRDefault="000827B2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9/24</w:t>
            </w:r>
          </w:p>
        </w:tc>
        <w:tc>
          <w:tcPr>
            <w:tcW w:w="3150" w:type="dxa"/>
          </w:tcPr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0827B2" w:rsidRPr="008F19DB" w:rsidRDefault="000827B2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0827B2" w:rsidRPr="008F19DB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L4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0827B2" w:rsidRPr="008F19DB" w:rsidRDefault="000827B2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</w:tc>
        <w:tc>
          <w:tcPr>
            <w:tcW w:w="3150" w:type="dxa"/>
          </w:tcPr>
          <w:p w:rsidR="000827B2" w:rsidRPr="008F19DB" w:rsidRDefault="000827B2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27B2" w:rsidRPr="000A4522" w:rsidRDefault="000827B2" w:rsidP="0075294B">
      <w:pPr>
        <w:rPr>
          <w:rFonts w:ascii="Arial" w:hAnsi="Arial" w:cs="Arial"/>
          <w:i/>
        </w:rPr>
      </w:pPr>
    </w:p>
    <w:sectPr w:rsidR="000827B2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27B2"/>
    <w:rsid w:val="000A4522"/>
    <w:rsid w:val="000D5CEF"/>
    <w:rsid w:val="00174B11"/>
    <w:rsid w:val="001D4136"/>
    <w:rsid w:val="0020341A"/>
    <w:rsid w:val="002404CA"/>
    <w:rsid w:val="002555ED"/>
    <w:rsid w:val="002B7762"/>
    <w:rsid w:val="003177BE"/>
    <w:rsid w:val="0032746D"/>
    <w:rsid w:val="0054121B"/>
    <w:rsid w:val="005419F0"/>
    <w:rsid w:val="005A2545"/>
    <w:rsid w:val="005B33BD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E493D"/>
    <w:rsid w:val="00A1636C"/>
    <w:rsid w:val="00A90C65"/>
    <w:rsid w:val="00A928A5"/>
    <w:rsid w:val="00AB5DB1"/>
    <w:rsid w:val="00AF7670"/>
    <w:rsid w:val="00B27929"/>
    <w:rsid w:val="00BA2FAE"/>
    <w:rsid w:val="00BA6ADB"/>
    <w:rsid w:val="00C4550E"/>
    <w:rsid w:val="00D94EA7"/>
    <w:rsid w:val="00DC5DB3"/>
    <w:rsid w:val="00E6291F"/>
    <w:rsid w:val="00EC1B54"/>
    <w:rsid w:val="00EC2EFA"/>
    <w:rsid w:val="00F242A7"/>
    <w:rsid w:val="00F6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345</Words>
  <Characters>1968</Characters>
  <Application>Microsoft Office Outlook</Application>
  <DocSecurity>0</DocSecurity>
  <Lines>0</Lines>
  <Paragraphs>0</Paragraphs>
  <ScaleCrop>false</ScaleCrop>
  <Company>Neshannock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Anthony Cipriano</cp:lastModifiedBy>
  <cp:revision>2</cp:revision>
  <dcterms:created xsi:type="dcterms:W3CDTF">2010-09-20T01:35:00Z</dcterms:created>
  <dcterms:modified xsi:type="dcterms:W3CDTF">2010-09-20T01:35:00Z</dcterms:modified>
</cp:coreProperties>
</file>